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2025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A99227" w14:textId="77777777" w:rsidTr="00146EEC">
        <w:tc>
          <w:tcPr>
            <w:tcW w:w="2689" w:type="dxa"/>
          </w:tcPr>
          <w:p w14:paraId="30504D6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B6FA3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67A4F77" w14:textId="77777777" w:rsidTr="00146EEC">
        <w:tc>
          <w:tcPr>
            <w:tcW w:w="2689" w:type="dxa"/>
          </w:tcPr>
          <w:p w14:paraId="1D58C646" w14:textId="5254D4A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7124E">
              <w:t>1</w:t>
            </w:r>
          </w:p>
        </w:tc>
        <w:tc>
          <w:tcPr>
            <w:tcW w:w="6939" w:type="dxa"/>
          </w:tcPr>
          <w:p w14:paraId="71BB38AE" w14:textId="0835B8AA" w:rsidR="00F1480E" w:rsidRPr="000754EC" w:rsidRDefault="00C87EB0" w:rsidP="000754EC">
            <w:pPr>
              <w:pStyle w:val="SIText"/>
            </w:pPr>
            <w:r>
              <w:t xml:space="preserve">This version released with </w:t>
            </w:r>
            <w:r w:rsidRPr="00C87EB0">
              <w:t xml:space="preserve">FBP Food, Beverage and Pharmaceuticals Training Package version </w:t>
            </w:r>
            <w:r w:rsidR="00B10655">
              <w:t>2</w:t>
            </w:r>
            <w:r w:rsidRPr="00C87EB0">
              <w:t>.0.</w:t>
            </w:r>
          </w:p>
        </w:tc>
      </w:tr>
    </w:tbl>
    <w:p w14:paraId="0D476392" w14:textId="77777777" w:rsidR="00F1480E" w:rsidRDefault="00F1480E" w:rsidP="00C87EB0">
      <w:pPr>
        <w:pStyle w:val="SIUNITCOD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87EB0" w:rsidRPr="00963A46" w14:paraId="4BFC7A02" w14:textId="77777777" w:rsidTr="00031A91">
        <w:trPr>
          <w:trHeight w:val="491"/>
          <w:tblHeader/>
        </w:trPr>
        <w:tc>
          <w:tcPr>
            <w:tcW w:w="1396" w:type="pct"/>
            <w:shd w:val="clear" w:color="auto" w:fill="auto"/>
          </w:tcPr>
          <w:p w14:paraId="06C39BA1" w14:textId="0362FA99" w:rsidR="00C87EB0" w:rsidRPr="00C87EB0" w:rsidRDefault="007A70C8" w:rsidP="00C87EB0">
            <w:pPr>
              <w:pStyle w:val="SIUNITCODE"/>
            </w:pPr>
            <w:r>
              <w:t>FBPVIT</w:t>
            </w:r>
            <w:r w:rsidR="00C87EB0" w:rsidRPr="00C87EB0">
              <w:t>200</w:t>
            </w:r>
            <w:r w:rsidR="00033C8F">
              <w:t>6</w:t>
            </w:r>
          </w:p>
        </w:tc>
        <w:tc>
          <w:tcPr>
            <w:tcW w:w="3604" w:type="pct"/>
            <w:shd w:val="clear" w:color="auto" w:fill="auto"/>
          </w:tcPr>
          <w:p w14:paraId="19361CD3" w14:textId="07346713" w:rsidR="00C87EB0" w:rsidRPr="00C87EB0" w:rsidRDefault="003B43EE" w:rsidP="00031A91">
            <w:pPr>
              <w:pStyle w:val="SIUnittitle"/>
            </w:pPr>
            <w:r>
              <w:t>Obtain and process rootlings</w:t>
            </w:r>
          </w:p>
        </w:tc>
      </w:tr>
      <w:tr w:rsidR="00F1480E" w:rsidRPr="00963A46" w14:paraId="3D00DE8C" w14:textId="77777777" w:rsidTr="00CA2922">
        <w:tc>
          <w:tcPr>
            <w:tcW w:w="1396" w:type="pct"/>
            <w:shd w:val="clear" w:color="auto" w:fill="auto"/>
          </w:tcPr>
          <w:p w14:paraId="76B031CB" w14:textId="1D6FC561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6AE5E4D" w14:textId="6DAE2323" w:rsidR="00033C8F" w:rsidRPr="00033C8F" w:rsidRDefault="00033C8F" w:rsidP="00033C8F">
            <w:pPr>
              <w:pStyle w:val="SIText"/>
            </w:pPr>
            <w:r w:rsidRPr="00033C8F">
              <w:t>This unit of competency describes the skills and knowledge required to dig and process vine rootlings.</w:t>
            </w:r>
            <w:r w:rsidR="00A0740B">
              <w:br/>
            </w:r>
          </w:p>
          <w:p w14:paraId="1A64A071" w14:textId="0062ECD1" w:rsidR="00033C8F" w:rsidRPr="00033C8F" w:rsidRDefault="00033C8F" w:rsidP="00033C8F">
            <w:pPr>
              <w:pStyle w:val="SIText"/>
            </w:pPr>
            <w:r w:rsidRPr="00033C8F">
              <w:t xml:space="preserve">The unit applies to </w:t>
            </w:r>
            <w:r w:rsidR="00974867">
              <w:t>individuals</w:t>
            </w:r>
            <w:r w:rsidRPr="00033C8F">
              <w:t xml:space="preserve"> who work under general supervision, with limited autonomy and accountability for their own work.</w:t>
            </w:r>
            <w:r w:rsidR="00A0740B">
              <w:br/>
            </w:r>
          </w:p>
          <w:p w14:paraId="216BDB41" w14:textId="6E33A588" w:rsidR="00033C8F" w:rsidRPr="00033C8F" w:rsidRDefault="00033C8F" w:rsidP="00033C8F">
            <w:pPr>
              <w:pStyle w:val="SIText"/>
            </w:pPr>
            <w:r w:rsidRPr="00033C8F">
              <w:t>No occupational licensing, legislative or certification requirements apply to this unit at the time of publication.</w:t>
            </w:r>
            <w:r w:rsidR="00A0740B">
              <w:br/>
            </w:r>
          </w:p>
          <w:p w14:paraId="0DEC4ADE" w14:textId="6DC21273" w:rsidR="00F1480E" w:rsidRPr="000754EC" w:rsidRDefault="00900505" w:rsidP="00900505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3C90FA30" w14:textId="77777777" w:rsidTr="00CA2922">
        <w:tc>
          <w:tcPr>
            <w:tcW w:w="1396" w:type="pct"/>
            <w:shd w:val="clear" w:color="auto" w:fill="auto"/>
          </w:tcPr>
          <w:p w14:paraId="656667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A3D78D" w14:textId="77777777" w:rsidR="00F1480E" w:rsidRPr="000754EC" w:rsidRDefault="00A55B4F" w:rsidP="000754EC">
            <w:pPr>
              <w:pStyle w:val="SIText"/>
            </w:pPr>
            <w:r>
              <w:t>Nil.</w:t>
            </w:r>
          </w:p>
        </w:tc>
      </w:tr>
      <w:tr w:rsidR="00F1480E" w:rsidRPr="00963A46" w14:paraId="028A9E7D" w14:textId="77777777" w:rsidTr="00CA2922">
        <w:tc>
          <w:tcPr>
            <w:tcW w:w="1396" w:type="pct"/>
            <w:shd w:val="clear" w:color="auto" w:fill="auto"/>
          </w:tcPr>
          <w:p w14:paraId="20DAE59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A6D01D" w14:textId="52D9941B" w:rsidR="00F1480E" w:rsidRPr="000754EC" w:rsidRDefault="007A70C8" w:rsidP="007A70C8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Nursery</w:t>
            </w:r>
          </w:p>
        </w:tc>
      </w:tr>
    </w:tbl>
    <w:p w14:paraId="1AEECC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511D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27E89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140D5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DB776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EA34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DEA7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33C8F" w:rsidRPr="00963A46" w14:paraId="2F6E24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045EC" w14:textId="1F859588" w:rsidR="00033C8F" w:rsidRPr="00033C8F" w:rsidRDefault="00033C8F" w:rsidP="005856D6">
            <w:pPr>
              <w:pStyle w:val="SIText"/>
            </w:pPr>
            <w:r w:rsidRPr="00033C8F">
              <w:t>1. Prepare to process rootlings</w:t>
            </w:r>
          </w:p>
        </w:tc>
        <w:tc>
          <w:tcPr>
            <w:tcW w:w="3604" w:type="pct"/>
            <w:shd w:val="clear" w:color="auto" w:fill="auto"/>
          </w:tcPr>
          <w:p w14:paraId="6D01C340" w14:textId="77777777" w:rsidR="00033C8F" w:rsidRPr="00033C8F" w:rsidRDefault="00033C8F" w:rsidP="005856D6">
            <w:pPr>
              <w:pStyle w:val="SIText"/>
            </w:pPr>
            <w:r w:rsidRPr="00033C8F">
              <w:t>1.1 Confirm work instructions and identify potential work health and safety (WHS) hazards and controls with supervisor</w:t>
            </w:r>
          </w:p>
          <w:p w14:paraId="28592077" w14:textId="5FD26AC0" w:rsidR="00033C8F" w:rsidRPr="00033C8F" w:rsidRDefault="00033C8F" w:rsidP="00552596">
            <w:pPr>
              <w:pStyle w:val="SIText"/>
            </w:pPr>
            <w:r w:rsidRPr="00033C8F">
              <w:t xml:space="preserve">1.2 Select and use appropriate personal protective clothing and equipment (PPE) </w:t>
            </w:r>
          </w:p>
          <w:p w14:paraId="330D515A" w14:textId="2656323A" w:rsidR="00B415DB" w:rsidRDefault="00033C8F" w:rsidP="00B415DB">
            <w:r w:rsidRPr="00033C8F">
              <w:t>1.</w:t>
            </w:r>
            <w:r w:rsidR="00B415DB">
              <w:t>3</w:t>
            </w:r>
            <w:r w:rsidRPr="00033C8F">
              <w:t xml:space="preserve"> </w:t>
            </w:r>
            <w:r w:rsidR="00B415DB">
              <w:t>Obtain serviceable tools and equipment required to process rootlings</w:t>
            </w:r>
          </w:p>
          <w:p w14:paraId="5AEF180F" w14:textId="29FA3B29" w:rsidR="00033C8F" w:rsidRPr="00033C8F" w:rsidRDefault="00033C8F" w:rsidP="005856D6">
            <w:pPr>
              <w:pStyle w:val="SIText"/>
            </w:pPr>
            <w:r w:rsidRPr="00033C8F">
              <w:t>1.</w:t>
            </w:r>
            <w:r w:rsidR="00B415DB">
              <w:t>4</w:t>
            </w:r>
            <w:r w:rsidRPr="00033C8F">
              <w:t xml:space="preserve"> Collect and check e</w:t>
            </w:r>
            <w:r w:rsidR="00552596">
              <w:t xml:space="preserve">quipment for serviceability and sanitise </w:t>
            </w:r>
            <w:r w:rsidRPr="00033C8F">
              <w:t>according to operating instructions</w:t>
            </w:r>
          </w:p>
          <w:p w14:paraId="6A525BA2" w14:textId="7FBC688F" w:rsidR="00033C8F" w:rsidRDefault="00033C8F" w:rsidP="005856D6">
            <w:pPr>
              <w:pStyle w:val="SIText"/>
            </w:pPr>
            <w:r w:rsidRPr="00033C8F">
              <w:t>1.</w:t>
            </w:r>
            <w:r w:rsidR="00B415DB">
              <w:t>5</w:t>
            </w:r>
            <w:r w:rsidRPr="00033C8F">
              <w:t xml:space="preserve"> Use safe work practices to minimise work hazards</w:t>
            </w:r>
          </w:p>
          <w:p w14:paraId="4A155517" w14:textId="792FB9B9" w:rsidR="00B415DB" w:rsidRPr="00033C8F" w:rsidRDefault="00B415DB" w:rsidP="005856D6">
            <w:pPr>
              <w:pStyle w:val="SIText"/>
            </w:pPr>
            <w:r>
              <w:t xml:space="preserve">1.6 </w:t>
            </w:r>
            <w:r w:rsidRPr="00033C8F">
              <w:t xml:space="preserve">Clean </w:t>
            </w:r>
            <w:r>
              <w:t xml:space="preserve">and sanitise </w:t>
            </w:r>
            <w:r w:rsidRPr="00033C8F">
              <w:t>facilities to minimise risk of contamination according to workplace procedures</w:t>
            </w:r>
          </w:p>
        </w:tc>
      </w:tr>
      <w:tr w:rsidR="00033C8F" w:rsidRPr="00963A46" w14:paraId="183003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8C7710" w14:textId="0CBE77DB" w:rsidR="00033C8F" w:rsidRPr="00033C8F" w:rsidRDefault="00033C8F" w:rsidP="005856D6">
            <w:pPr>
              <w:pStyle w:val="SIText"/>
            </w:pPr>
            <w:r w:rsidRPr="00033C8F">
              <w:t>2. Obtain rootlings</w:t>
            </w:r>
          </w:p>
        </w:tc>
        <w:tc>
          <w:tcPr>
            <w:tcW w:w="3604" w:type="pct"/>
            <w:shd w:val="clear" w:color="auto" w:fill="auto"/>
          </w:tcPr>
          <w:p w14:paraId="0208D71E" w14:textId="77777777" w:rsidR="00033C8F" w:rsidRPr="00033C8F" w:rsidRDefault="00033C8F" w:rsidP="005856D6">
            <w:pPr>
              <w:pStyle w:val="SIText"/>
            </w:pPr>
            <w:r w:rsidRPr="00033C8F">
              <w:t>2.1 Check requirements for rootlings from field nurseries, sand beds or callusing against instructions</w:t>
            </w:r>
          </w:p>
          <w:p w14:paraId="2831431C" w14:textId="77777777" w:rsidR="00033C8F" w:rsidRPr="00033C8F" w:rsidRDefault="00033C8F" w:rsidP="005856D6">
            <w:pPr>
              <w:pStyle w:val="SIText"/>
            </w:pPr>
            <w:r w:rsidRPr="00033C8F">
              <w:t>2.2 Dig rootlings from field nurseries safely using tractor mounted or trailed digging machines or hand-held tools according to workplace practices</w:t>
            </w:r>
          </w:p>
          <w:p w14:paraId="425D8123" w14:textId="04E85F45" w:rsidR="00033C8F" w:rsidRPr="00033C8F" w:rsidRDefault="00033C8F" w:rsidP="005856D6">
            <w:pPr>
              <w:pStyle w:val="SIText"/>
            </w:pPr>
            <w:r w:rsidRPr="00033C8F">
              <w:t>2.3 Obtain rootlings from sand beds or callusing room according to workplace practice</w:t>
            </w:r>
          </w:p>
        </w:tc>
      </w:tr>
      <w:tr w:rsidR="00033C8F" w:rsidRPr="00963A46" w14:paraId="4D1396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F182FC" w14:textId="619B993B" w:rsidR="00033C8F" w:rsidRPr="00033C8F" w:rsidRDefault="00033C8F" w:rsidP="005856D6">
            <w:pPr>
              <w:pStyle w:val="SIText"/>
            </w:pPr>
            <w:r w:rsidRPr="00033C8F">
              <w:t>3. Process rootlings</w:t>
            </w:r>
          </w:p>
        </w:tc>
        <w:tc>
          <w:tcPr>
            <w:tcW w:w="3604" w:type="pct"/>
            <w:shd w:val="clear" w:color="auto" w:fill="auto"/>
          </w:tcPr>
          <w:p w14:paraId="29524AFF" w14:textId="77777777" w:rsidR="00033C8F" w:rsidRPr="00033C8F" w:rsidRDefault="00033C8F" w:rsidP="005856D6">
            <w:pPr>
              <w:pStyle w:val="SIText"/>
            </w:pPr>
            <w:r w:rsidRPr="00033C8F">
              <w:t>3.1 Treat and bundle rootlings according to workplace procedures</w:t>
            </w:r>
          </w:p>
          <w:p w14:paraId="5513D4F4" w14:textId="77777777" w:rsidR="00033C8F" w:rsidRPr="00033C8F" w:rsidRDefault="00033C8F" w:rsidP="005856D6">
            <w:pPr>
              <w:pStyle w:val="SIText"/>
            </w:pPr>
            <w:r w:rsidRPr="00033C8F">
              <w:t>3.2 Label, pack and store bundles according to workplace practices</w:t>
            </w:r>
          </w:p>
          <w:p w14:paraId="74DD76F2" w14:textId="77777777" w:rsidR="00033C8F" w:rsidRPr="00033C8F" w:rsidRDefault="00033C8F" w:rsidP="005856D6">
            <w:pPr>
              <w:pStyle w:val="SIText"/>
            </w:pPr>
            <w:r w:rsidRPr="00033C8F">
              <w:t>3.3 Collect and dispose of waste according to waste management procedures</w:t>
            </w:r>
          </w:p>
          <w:p w14:paraId="6F2907BD" w14:textId="77777777" w:rsidR="00033C8F" w:rsidRPr="00033C8F" w:rsidRDefault="00033C8F" w:rsidP="005856D6">
            <w:pPr>
              <w:pStyle w:val="SIText"/>
            </w:pPr>
            <w:r w:rsidRPr="00033C8F">
              <w:t>3.4 Undertake work to comply with workplace environmental guidelines</w:t>
            </w:r>
          </w:p>
          <w:p w14:paraId="6EABBA36" w14:textId="141AD82C" w:rsidR="00033C8F" w:rsidRPr="00033C8F" w:rsidRDefault="00033C8F" w:rsidP="005856D6">
            <w:pPr>
              <w:pStyle w:val="SIText"/>
            </w:pPr>
            <w:r w:rsidRPr="00033C8F">
              <w:t>3.5 Identify, rectify and report problems and anomalies</w:t>
            </w:r>
          </w:p>
        </w:tc>
      </w:tr>
      <w:tr w:rsidR="00033C8F" w:rsidRPr="00963A46" w14:paraId="191691E0" w14:textId="77777777" w:rsidTr="00033C8F">
        <w:trPr>
          <w:cantSplit/>
          <w:trHeight w:val="70"/>
        </w:trPr>
        <w:tc>
          <w:tcPr>
            <w:tcW w:w="1396" w:type="pct"/>
            <w:shd w:val="clear" w:color="auto" w:fill="auto"/>
          </w:tcPr>
          <w:p w14:paraId="037B50AA" w14:textId="10B75894" w:rsidR="00033C8F" w:rsidRPr="00033C8F" w:rsidRDefault="00033C8F" w:rsidP="005856D6">
            <w:pPr>
              <w:pStyle w:val="SIText"/>
            </w:pPr>
            <w:r w:rsidRPr="00033C8F">
              <w:t>4. Prepare rootlings for dispatch</w:t>
            </w:r>
          </w:p>
        </w:tc>
        <w:tc>
          <w:tcPr>
            <w:tcW w:w="3604" w:type="pct"/>
            <w:shd w:val="clear" w:color="auto" w:fill="auto"/>
          </w:tcPr>
          <w:p w14:paraId="64CDD365" w14:textId="77777777" w:rsidR="00033C8F" w:rsidRPr="00033C8F" w:rsidRDefault="00033C8F" w:rsidP="005856D6">
            <w:pPr>
              <w:pStyle w:val="SIText"/>
            </w:pPr>
            <w:r w:rsidRPr="00033C8F">
              <w:t>4.1 Assemble bundles of rootlings according to workplace practices</w:t>
            </w:r>
          </w:p>
          <w:p w14:paraId="4733BB48" w14:textId="77777777" w:rsidR="00033C8F" w:rsidRPr="00033C8F" w:rsidRDefault="00033C8F" w:rsidP="005856D6">
            <w:pPr>
              <w:pStyle w:val="SIText"/>
            </w:pPr>
            <w:r w:rsidRPr="00033C8F">
              <w:t>4.2 Prepare and pack rootlings for dispatch according to instructions</w:t>
            </w:r>
          </w:p>
          <w:p w14:paraId="26A4A115" w14:textId="44281E13" w:rsidR="00033C8F" w:rsidRPr="00033C8F" w:rsidRDefault="00033C8F" w:rsidP="005856D6">
            <w:pPr>
              <w:pStyle w:val="SIText"/>
            </w:pPr>
            <w:r w:rsidRPr="00033C8F">
              <w:t>4.3 Load stock for dispatch</w:t>
            </w:r>
            <w:r w:rsidR="002A522F">
              <w:t xml:space="preserve"> safely</w:t>
            </w:r>
          </w:p>
          <w:p w14:paraId="14C47A00" w14:textId="3722912C" w:rsidR="00033C8F" w:rsidRPr="00033C8F" w:rsidRDefault="00033C8F" w:rsidP="005856D6">
            <w:pPr>
              <w:pStyle w:val="SIText"/>
            </w:pPr>
            <w:r w:rsidRPr="00033C8F">
              <w:t>4.4 Check orders against goods being dispatched</w:t>
            </w:r>
            <w:r w:rsidR="002A522F">
              <w:t xml:space="preserve"> accurately</w:t>
            </w:r>
          </w:p>
          <w:p w14:paraId="2CD2410E" w14:textId="5088FD88" w:rsidR="00033C8F" w:rsidRPr="00033C8F" w:rsidRDefault="00033C8F" w:rsidP="005856D6">
            <w:pPr>
              <w:pStyle w:val="SIText"/>
            </w:pPr>
            <w:r w:rsidRPr="00033C8F">
              <w:t>4.5 Record workplace information according to workplace procedures</w:t>
            </w:r>
          </w:p>
        </w:tc>
      </w:tr>
    </w:tbl>
    <w:p w14:paraId="11E70569" w14:textId="77777777" w:rsidR="005F771F" w:rsidRDefault="005F771F" w:rsidP="005856D6">
      <w:pPr>
        <w:pStyle w:val="SIText"/>
      </w:pPr>
    </w:p>
    <w:p w14:paraId="66C7481C" w14:textId="77777777" w:rsidR="005F771F" w:rsidRPr="000754EC" w:rsidRDefault="005F771F" w:rsidP="000754EC">
      <w:r>
        <w:br w:type="page"/>
      </w:r>
    </w:p>
    <w:p w14:paraId="0626588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342A69" w14:textId="77777777" w:rsidTr="00CA2922">
        <w:trPr>
          <w:tblHeader/>
        </w:trPr>
        <w:tc>
          <w:tcPr>
            <w:tcW w:w="5000" w:type="pct"/>
            <w:gridSpan w:val="2"/>
          </w:tcPr>
          <w:p w14:paraId="081E09C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6A0AF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D917C2" w14:textId="77777777" w:rsidTr="00CA2922">
        <w:trPr>
          <w:tblHeader/>
        </w:trPr>
        <w:tc>
          <w:tcPr>
            <w:tcW w:w="1396" w:type="pct"/>
          </w:tcPr>
          <w:p w14:paraId="6A4BAE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7F973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33C8F" w:rsidRPr="00336FCA" w:rsidDel="00423CB2" w14:paraId="7E2A7DD0" w14:textId="77777777" w:rsidTr="00CA2922">
        <w:tc>
          <w:tcPr>
            <w:tcW w:w="1396" w:type="pct"/>
          </w:tcPr>
          <w:p w14:paraId="6C715433" w14:textId="250C57E2" w:rsidR="00033C8F" w:rsidRPr="00033C8F" w:rsidRDefault="00033C8F" w:rsidP="00033C8F">
            <w:pPr>
              <w:pStyle w:val="SIText"/>
            </w:pPr>
            <w:r w:rsidRPr="00033C8F">
              <w:t>Reading</w:t>
            </w:r>
          </w:p>
        </w:tc>
        <w:tc>
          <w:tcPr>
            <w:tcW w:w="3604" w:type="pct"/>
          </w:tcPr>
          <w:p w14:paraId="52B829DA" w14:textId="659447D9" w:rsidR="00033C8F" w:rsidRPr="00033C8F" w:rsidRDefault="00033C8F" w:rsidP="00033C8F">
            <w:pPr>
              <w:pStyle w:val="SIBulletList1"/>
            </w:pPr>
            <w:r w:rsidRPr="00033C8F">
              <w:t>Reads and interprets instructions and specifications for processing rootlings and consolidates information to determine requirements</w:t>
            </w:r>
          </w:p>
        </w:tc>
      </w:tr>
      <w:tr w:rsidR="00033C8F" w:rsidRPr="00336FCA" w:rsidDel="00423CB2" w14:paraId="27FBCB0D" w14:textId="77777777" w:rsidTr="00CA2922">
        <w:tc>
          <w:tcPr>
            <w:tcW w:w="1396" w:type="pct"/>
          </w:tcPr>
          <w:p w14:paraId="3F298ACD" w14:textId="04954C5E" w:rsidR="00033C8F" w:rsidRPr="00033C8F" w:rsidRDefault="00033C8F" w:rsidP="00033C8F">
            <w:pPr>
              <w:pStyle w:val="SIText"/>
            </w:pPr>
            <w:r w:rsidRPr="00033C8F">
              <w:t>Writing</w:t>
            </w:r>
          </w:p>
        </w:tc>
        <w:tc>
          <w:tcPr>
            <w:tcW w:w="3604" w:type="pct"/>
          </w:tcPr>
          <w:p w14:paraId="37BEA63A" w14:textId="6E9F6147" w:rsidR="00033C8F" w:rsidRPr="00033C8F" w:rsidRDefault="00033C8F" w:rsidP="00033C8F">
            <w:pPr>
              <w:pStyle w:val="SIBulletList1"/>
            </w:pPr>
            <w:r w:rsidRPr="00033C8F">
              <w:t xml:space="preserve">Prepares relevant reporting and other documentation using clear language, correct spelling and industry terminology </w:t>
            </w:r>
          </w:p>
        </w:tc>
      </w:tr>
      <w:tr w:rsidR="00033C8F" w:rsidRPr="00336FCA" w:rsidDel="00423CB2" w14:paraId="31738AA4" w14:textId="77777777" w:rsidTr="00CD7A28">
        <w:trPr>
          <w:trHeight w:val="212"/>
        </w:trPr>
        <w:tc>
          <w:tcPr>
            <w:tcW w:w="1396" w:type="pct"/>
          </w:tcPr>
          <w:p w14:paraId="01A96C3F" w14:textId="7363C44C" w:rsidR="00033C8F" w:rsidRPr="00033C8F" w:rsidRDefault="00033C8F" w:rsidP="00033C8F">
            <w:pPr>
              <w:pStyle w:val="SIText"/>
            </w:pPr>
            <w:r w:rsidRPr="00033C8F">
              <w:t>Numeracy</w:t>
            </w:r>
          </w:p>
        </w:tc>
        <w:tc>
          <w:tcPr>
            <w:tcW w:w="3604" w:type="pct"/>
          </w:tcPr>
          <w:p w14:paraId="5BAA5B0B" w14:textId="556E79D7" w:rsidR="00033C8F" w:rsidRPr="00033C8F" w:rsidRDefault="00033C8F" w:rsidP="00033C8F">
            <w:pPr>
              <w:pStyle w:val="SIBulletList1"/>
            </w:pPr>
            <w:r w:rsidRPr="00033C8F">
              <w:t>Performs basic calculations when packing and despatching rootlings and when checking requirements</w:t>
            </w:r>
          </w:p>
        </w:tc>
      </w:tr>
      <w:tr w:rsidR="00033C8F" w:rsidRPr="00336FCA" w:rsidDel="00423CB2" w14:paraId="06CBF3B3" w14:textId="77777777" w:rsidTr="00CD7A28">
        <w:trPr>
          <w:trHeight w:val="212"/>
        </w:trPr>
        <w:tc>
          <w:tcPr>
            <w:tcW w:w="1396" w:type="pct"/>
          </w:tcPr>
          <w:p w14:paraId="389A8C1F" w14:textId="0A450C0B" w:rsidR="00033C8F" w:rsidRPr="00033C8F" w:rsidRDefault="00033C8F" w:rsidP="00033C8F">
            <w:pPr>
              <w:pStyle w:val="SIText"/>
            </w:pPr>
            <w:r w:rsidRPr="00033C8F">
              <w:t>Oral Communication</w:t>
            </w:r>
          </w:p>
        </w:tc>
        <w:tc>
          <w:tcPr>
            <w:tcW w:w="3604" w:type="pct"/>
          </w:tcPr>
          <w:p w14:paraId="1BFE533C" w14:textId="15EBBACB" w:rsidR="00033C8F" w:rsidRPr="00033C8F" w:rsidRDefault="00033C8F" w:rsidP="00033C8F">
            <w:pPr>
              <w:pStyle w:val="SIBulletList1"/>
            </w:pPr>
            <w:r w:rsidRPr="00033C8F">
              <w:t>Uses clear language and oral concepts when clarifying and confirming work requirements with supervisor</w:t>
            </w:r>
          </w:p>
        </w:tc>
      </w:tr>
      <w:tr w:rsidR="00033C8F" w:rsidRPr="00336FCA" w:rsidDel="00423CB2" w14:paraId="79EBCF2D" w14:textId="77777777" w:rsidTr="00CD7A28">
        <w:trPr>
          <w:trHeight w:val="212"/>
        </w:trPr>
        <w:tc>
          <w:tcPr>
            <w:tcW w:w="1396" w:type="pct"/>
          </w:tcPr>
          <w:p w14:paraId="5950D7C4" w14:textId="0F69CB73" w:rsidR="00033C8F" w:rsidRPr="00033C8F" w:rsidRDefault="00033C8F" w:rsidP="00033C8F">
            <w:pPr>
              <w:pStyle w:val="SIText"/>
            </w:pPr>
            <w:r w:rsidRPr="00033C8F">
              <w:t>Navigate the world of work</w:t>
            </w:r>
          </w:p>
        </w:tc>
        <w:tc>
          <w:tcPr>
            <w:tcW w:w="3604" w:type="pct"/>
          </w:tcPr>
          <w:p w14:paraId="0D726DD2" w14:textId="68AEBC1D" w:rsidR="00033C8F" w:rsidRPr="00033C8F" w:rsidRDefault="00033C8F" w:rsidP="00033C8F">
            <w:pPr>
              <w:pStyle w:val="SIBulletList1"/>
            </w:pPr>
            <w:r w:rsidRPr="00033C8F">
              <w:t>Recognises organisational expectations and follows explicit protocols and procedures within defined level of responsibility</w:t>
            </w:r>
          </w:p>
        </w:tc>
      </w:tr>
      <w:tr w:rsidR="00033C8F" w:rsidRPr="00336FCA" w:rsidDel="00423CB2" w14:paraId="681628E4" w14:textId="77777777" w:rsidTr="00CD7A28">
        <w:trPr>
          <w:trHeight w:val="212"/>
        </w:trPr>
        <w:tc>
          <w:tcPr>
            <w:tcW w:w="1396" w:type="pct"/>
          </w:tcPr>
          <w:p w14:paraId="6677F2E6" w14:textId="12738D5D" w:rsidR="00033C8F" w:rsidRPr="00033C8F" w:rsidRDefault="00033C8F" w:rsidP="00033C8F">
            <w:pPr>
              <w:pStyle w:val="SIText"/>
            </w:pPr>
            <w:r w:rsidRPr="00033C8F">
              <w:t>Get the work done</w:t>
            </w:r>
          </w:p>
        </w:tc>
        <w:tc>
          <w:tcPr>
            <w:tcW w:w="3604" w:type="pct"/>
          </w:tcPr>
          <w:p w14:paraId="7602E0AE" w14:textId="77777777" w:rsidR="00033C8F" w:rsidRPr="00033C8F" w:rsidRDefault="00033C8F" w:rsidP="00033C8F">
            <w:pPr>
              <w:pStyle w:val="SIBulletList1"/>
            </w:pPr>
            <w:r w:rsidRPr="00033C8F">
              <w:t>Follows clearly defined instructions and sequencing, and monitors own progress for the task, seeks assistance when necessary</w:t>
            </w:r>
          </w:p>
          <w:p w14:paraId="36F4E711" w14:textId="77777777" w:rsidR="00033C8F" w:rsidRDefault="00033C8F" w:rsidP="00033C8F">
            <w:pPr>
              <w:pStyle w:val="SIBulletList1"/>
            </w:pPr>
            <w:r w:rsidRPr="00033C8F">
              <w:t>Makes low-impact decisions around immediate clearly defined tasks</w:t>
            </w:r>
          </w:p>
          <w:p w14:paraId="117F9F7D" w14:textId="068C98E8" w:rsidR="00B415DB" w:rsidRPr="00033C8F" w:rsidRDefault="00B415DB" w:rsidP="00B415DB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352BB2A8" w14:textId="77777777" w:rsidR="00916CD7" w:rsidRDefault="00916CD7" w:rsidP="005F771F">
      <w:pPr>
        <w:pStyle w:val="SIText"/>
      </w:pPr>
    </w:p>
    <w:p w14:paraId="6871AC39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0069BE" w14:textId="77777777" w:rsidTr="00F33FF2">
        <w:tc>
          <w:tcPr>
            <w:tcW w:w="5000" w:type="pct"/>
            <w:gridSpan w:val="4"/>
          </w:tcPr>
          <w:p w14:paraId="6BE8F4B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3056B6" w14:textId="77777777" w:rsidTr="00F33FF2">
        <w:tc>
          <w:tcPr>
            <w:tcW w:w="1028" w:type="pct"/>
          </w:tcPr>
          <w:p w14:paraId="21E57B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BE24B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894AD2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C344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763B3" w14:paraId="58ACBFA1" w14:textId="77777777" w:rsidTr="00F33FF2">
        <w:tc>
          <w:tcPr>
            <w:tcW w:w="1028" w:type="pct"/>
          </w:tcPr>
          <w:p w14:paraId="597B2E00" w14:textId="7A043FE4" w:rsidR="006763B3" w:rsidRPr="006763B3" w:rsidRDefault="007A70C8" w:rsidP="006763B3">
            <w:pPr>
              <w:pStyle w:val="SIText"/>
            </w:pPr>
            <w:r>
              <w:t>FBPVIT</w:t>
            </w:r>
            <w:r w:rsidR="006763B3" w:rsidRPr="006763B3">
              <w:t>2006 Obtain and process rootlings</w:t>
            </w:r>
          </w:p>
        </w:tc>
        <w:tc>
          <w:tcPr>
            <w:tcW w:w="1105" w:type="pct"/>
          </w:tcPr>
          <w:p w14:paraId="65A0A472" w14:textId="218898CE" w:rsidR="006763B3" w:rsidRPr="006763B3" w:rsidRDefault="006763B3" w:rsidP="006763B3">
            <w:pPr>
              <w:pStyle w:val="SIText"/>
            </w:pPr>
            <w:r w:rsidRPr="006763B3">
              <w:t>FDFWGG2006A Obtain and process rootlings</w:t>
            </w:r>
          </w:p>
        </w:tc>
        <w:tc>
          <w:tcPr>
            <w:tcW w:w="1251" w:type="pct"/>
          </w:tcPr>
          <w:p w14:paraId="105AD82E" w14:textId="77777777" w:rsidR="006763B3" w:rsidRPr="006763B3" w:rsidRDefault="006763B3" w:rsidP="006763B3">
            <w:pPr>
              <w:pStyle w:val="SIText"/>
            </w:pPr>
            <w:r w:rsidRPr="006763B3">
              <w:t>Updated to meet Standards for Training Packages</w:t>
            </w:r>
          </w:p>
          <w:p w14:paraId="08240FD1" w14:textId="77777777" w:rsidR="006763B3" w:rsidRPr="006763B3" w:rsidRDefault="006763B3" w:rsidP="006763B3">
            <w:pPr>
              <w:pStyle w:val="SIText"/>
            </w:pPr>
            <w:r w:rsidRPr="006763B3">
              <w:t>Minor changes to Performance Criteria for clarity</w:t>
            </w:r>
          </w:p>
          <w:p w14:paraId="274BDEC9" w14:textId="44C813AB" w:rsidR="006763B3" w:rsidRPr="006763B3" w:rsidRDefault="006763B3" w:rsidP="006763B3">
            <w:pPr>
              <w:pStyle w:val="SIText"/>
            </w:pPr>
          </w:p>
        </w:tc>
        <w:tc>
          <w:tcPr>
            <w:tcW w:w="1616" w:type="pct"/>
          </w:tcPr>
          <w:p w14:paraId="24AE9592" w14:textId="6A7F73C1" w:rsidR="006763B3" w:rsidRPr="006763B3" w:rsidRDefault="006763B3" w:rsidP="006763B3">
            <w:pPr>
              <w:pStyle w:val="SIText"/>
            </w:pPr>
            <w:r w:rsidRPr="006763B3">
              <w:t>Equivalent unit</w:t>
            </w:r>
          </w:p>
        </w:tc>
      </w:tr>
    </w:tbl>
    <w:p w14:paraId="764069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7363"/>
      </w:tblGrid>
      <w:tr w:rsidR="00B415DB" w:rsidRPr="00A55106" w14:paraId="53AE2E47" w14:textId="77777777" w:rsidTr="00031A91">
        <w:tc>
          <w:tcPr>
            <w:tcW w:w="1176" w:type="pct"/>
            <w:shd w:val="clear" w:color="auto" w:fill="auto"/>
          </w:tcPr>
          <w:p w14:paraId="200F5CC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4" w:type="pct"/>
            <w:shd w:val="clear" w:color="auto" w:fill="auto"/>
          </w:tcPr>
          <w:p w14:paraId="0866328E" w14:textId="5AD2A1AB" w:rsidR="00F1480E" w:rsidRPr="000754EC" w:rsidRDefault="00A76C6C" w:rsidP="00CD7A28">
            <w:pPr>
              <w:pStyle w:val="SIText"/>
            </w:pPr>
            <w:r w:rsidRPr="000754EC">
              <w:t xml:space="preserve"> </w:t>
            </w:r>
            <w:r w:rsidR="00A55B4F">
              <w:t>C</w:t>
            </w:r>
            <w:r w:rsidR="00A55B4F" w:rsidRPr="00A55B4F">
              <w:t xml:space="preserve">ompanion Volumes, including Implementation Guides, are available at </w:t>
            </w:r>
            <w:proofErr w:type="spellStart"/>
            <w:r w:rsidR="00A55B4F" w:rsidRPr="00A55B4F">
              <w:t>VETNet</w:t>
            </w:r>
            <w:proofErr w:type="spellEnd"/>
            <w:r w:rsidR="00A55B4F" w:rsidRPr="00A55B4F">
              <w:t xml:space="preserve"> -https://vetnet.education.gov.au/Pages/TrainingDocs.aspx?q=78b15323-cd38-483e-aad7-1159b570a5c4</w:t>
            </w:r>
            <w:r w:rsidR="00B415DB">
              <w:br/>
            </w:r>
          </w:p>
        </w:tc>
      </w:tr>
    </w:tbl>
    <w:p w14:paraId="5C323893" w14:textId="77777777" w:rsidR="00F1480E" w:rsidRDefault="00F1480E" w:rsidP="005F771F">
      <w:pPr>
        <w:pStyle w:val="SIText"/>
      </w:pPr>
    </w:p>
    <w:p w14:paraId="0DB156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763B3" w:rsidRPr="00C87EB0" w14:paraId="42CE2A4F" w14:textId="77777777" w:rsidTr="00CB5A50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6762FDDA" w14:textId="712A49E6" w:rsidR="006763B3" w:rsidRPr="006763B3" w:rsidRDefault="00552596" w:rsidP="0055259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BB17B25" w14:textId="1013F71B" w:rsidR="006763B3" w:rsidRPr="006763B3" w:rsidRDefault="00552596" w:rsidP="00CB5A50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7A70C8">
              <w:t>FBPVIT</w:t>
            </w:r>
            <w:r>
              <w:t xml:space="preserve">2006 </w:t>
            </w:r>
            <w:r w:rsidR="006763B3" w:rsidRPr="006763B3">
              <w:t>Obtain and process rootlings</w:t>
            </w:r>
          </w:p>
        </w:tc>
      </w:tr>
      <w:tr w:rsidR="00A55B4F" w:rsidRPr="00A55106" w14:paraId="1D313D4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39F9CE" w14:textId="77777777" w:rsidR="00A55B4F" w:rsidRPr="00A55B4F" w:rsidRDefault="00A55B4F" w:rsidP="00A55B4F">
            <w:pPr>
              <w:pStyle w:val="SIHeading2"/>
            </w:pPr>
            <w:r>
              <w:t>Performance E</w:t>
            </w:r>
            <w:r w:rsidRPr="00A55B4F">
              <w:t>vidence</w:t>
            </w:r>
          </w:p>
        </w:tc>
      </w:tr>
      <w:tr w:rsidR="00A55B4F" w:rsidRPr="00067E1C" w14:paraId="3C5C78E6" w14:textId="77777777" w:rsidTr="00113678">
        <w:tc>
          <w:tcPr>
            <w:tcW w:w="5000" w:type="pct"/>
            <w:gridSpan w:val="2"/>
            <w:shd w:val="clear" w:color="auto" w:fill="auto"/>
          </w:tcPr>
          <w:p w14:paraId="0507FCB3" w14:textId="77777777" w:rsidR="00A55B4F" w:rsidRPr="00A55B4F" w:rsidRDefault="00A55B4F" w:rsidP="005C0DFE">
            <w:pPr>
              <w:pStyle w:val="SIText"/>
            </w:pPr>
            <w:r w:rsidRPr="000754EC">
              <w:t>An individual demonstrating competency</w:t>
            </w:r>
            <w:r w:rsidRPr="00A55B4F">
              <w:t xml:space="preserve"> must satisfy all of the elements and performance criteria in this unit. </w:t>
            </w:r>
          </w:p>
          <w:p w14:paraId="1E760BD6" w14:textId="77777777" w:rsidR="00A55B4F" w:rsidRDefault="00A55B4F" w:rsidP="00A55B4F">
            <w:pPr>
              <w:pStyle w:val="SIText"/>
            </w:pPr>
          </w:p>
          <w:p w14:paraId="6C41301B" w14:textId="6E63DC84" w:rsidR="006763B3" w:rsidRPr="00A55B4F" w:rsidRDefault="002A522F" w:rsidP="00A55B4F">
            <w:pPr>
              <w:pStyle w:val="SIText"/>
            </w:pPr>
            <w:r w:rsidRPr="002A522F">
              <w:t>There must be evidence that the individual has obtained and processed rootlings from a field nursery, a sand bed and a callusing room. For each rootling source, this includes:</w:t>
            </w:r>
          </w:p>
          <w:p w14:paraId="711D2325" w14:textId="77777777" w:rsidR="006763B3" w:rsidRPr="006763B3" w:rsidRDefault="006763B3" w:rsidP="006763B3">
            <w:pPr>
              <w:pStyle w:val="SIBulletList1"/>
            </w:pPr>
            <w:r w:rsidRPr="006763B3">
              <w:t xml:space="preserve">using personal protective equipment (PPE), interpreting safety guidelines, Material Safety Data Sheets (MSDS) and following other specified work health and safety (WHS) procedures </w:t>
            </w:r>
          </w:p>
          <w:p w14:paraId="05DA334A" w14:textId="77777777" w:rsidR="006763B3" w:rsidRPr="006763B3" w:rsidRDefault="006763B3" w:rsidP="006763B3">
            <w:pPr>
              <w:pStyle w:val="SIBulletList1"/>
            </w:pPr>
            <w:r w:rsidRPr="006763B3">
              <w:t xml:space="preserve">handling and using treatments and disinfectants </w:t>
            </w:r>
          </w:p>
          <w:p w14:paraId="51F20AC4" w14:textId="77777777" w:rsidR="00552596" w:rsidRDefault="006763B3" w:rsidP="00552596">
            <w:pPr>
              <w:pStyle w:val="SIBulletList1"/>
            </w:pPr>
            <w:r w:rsidRPr="006763B3">
              <w:t>selecting and mixing treatments to required concentrations</w:t>
            </w:r>
          </w:p>
          <w:p w14:paraId="3524A595" w14:textId="4D93F019" w:rsidR="006763B3" w:rsidRPr="006763B3" w:rsidRDefault="00552596" w:rsidP="00552596">
            <w:pPr>
              <w:pStyle w:val="SIBulletList1"/>
            </w:pPr>
            <w:r>
              <w:t xml:space="preserve">sanitising </w:t>
            </w:r>
            <w:r w:rsidR="006763B3" w:rsidRPr="006763B3">
              <w:t>equipment and work surfaces to instructions</w:t>
            </w:r>
          </w:p>
          <w:p w14:paraId="59F10B09" w14:textId="77777777" w:rsidR="006763B3" w:rsidRPr="006763B3" w:rsidRDefault="006763B3" w:rsidP="006763B3">
            <w:pPr>
              <w:pStyle w:val="SIBulletList1"/>
            </w:pPr>
            <w:r w:rsidRPr="006763B3">
              <w:t>treating bundling, storing and labelling rootling according to procedures</w:t>
            </w:r>
          </w:p>
          <w:p w14:paraId="0F41442B" w14:textId="77777777" w:rsidR="006763B3" w:rsidRPr="006763B3" w:rsidRDefault="006763B3" w:rsidP="006763B3">
            <w:pPr>
              <w:pStyle w:val="SIBulletList1"/>
            </w:pPr>
            <w:r w:rsidRPr="006763B3">
              <w:t>prepare, pack and load rootling for dispatch according to workplace procedures</w:t>
            </w:r>
          </w:p>
          <w:p w14:paraId="55E0EEAD" w14:textId="77777777" w:rsidR="006763B3" w:rsidRPr="006763B3" w:rsidRDefault="006763B3" w:rsidP="006763B3">
            <w:pPr>
              <w:pStyle w:val="SIBulletList1"/>
            </w:pPr>
            <w:r w:rsidRPr="006763B3">
              <w:t xml:space="preserve">identifying and reporting problems and anomalies </w:t>
            </w:r>
          </w:p>
          <w:p w14:paraId="31314082" w14:textId="77777777" w:rsidR="006763B3" w:rsidRPr="006763B3" w:rsidRDefault="006763B3" w:rsidP="006763B3">
            <w:pPr>
              <w:pStyle w:val="SIBulletList1"/>
            </w:pPr>
            <w:r w:rsidRPr="006763B3">
              <w:t>treating and disposing of waste according to workplace procedures</w:t>
            </w:r>
          </w:p>
          <w:p w14:paraId="5A7E5A56" w14:textId="1F63F08B" w:rsidR="00A55B4F" w:rsidRPr="000754EC" w:rsidRDefault="006763B3" w:rsidP="006763B3">
            <w:pPr>
              <w:pStyle w:val="SIBulletList1"/>
            </w:pPr>
            <w:proofErr w:type="gramStart"/>
            <w:r w:rsidRPr="006763B3">
              <w:t>maintaining</w:t>
            </w:r>
            <w:proofErr w:type="gramEnd"/>
            <w:r w:rsidRPr="006763B3">
              <w:t xml:space="preserve"> appropriate records</w:t>
            </w:r>
            <w:r w:rsidR="000F0091">
              <w:t>.</w:t>
            </w:r>
          </w:p>
        </w:tc>
      </w:tr>
    </w:tbl>
    <w:p w14:paraId="4296D9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1FD9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1D750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763B3" w:rsidRPr="00067E1C" w14:paraId="7887F584" w14:textId="77777777" w:rsidTr="00CA2922">
        <w:tc>
          <w:tcPr>
            <w:tcW w:w="5000" w:type="pct"/>
            <w:shd w:val="clear" w:color="auto" w:fill="auto"/>
          </w:tcPr>
          <w:p w14:paraId="6936B4B7" w14:textId="35C05D3B" w:rsidR="006763B3" w:rsidRDefault="006763B3" w:rsidP="006763B3">
            <w:r w:rsidRPr="006763B3">
              <w:t>An individual must be able to demonstrate the knowledge required to perform the tasks outlined in the elements and performance criteria of this unit. This includes knowledge of:</w:t>
            </w:r>
          </w:p>
          <w:p w14:paraId="72BFB375" w14:textId="77777777" w:rsidR="006763B3" w:rsidRPr="006763B3" w:rsidRDefault="006763B3" w:rsidP="006763B3">
            <w:pPr>
              <w:pStyle w:val="SIBulletList1"/>
            </w:pPr>
            <w:r w:rsidRPr="006763B3">
              <w:t>work health and safety (WHS) hazards and controls:</w:t>
            </w:r>
          </w:p>
          <w:p w14:paraId="3F548DAF" w14:textId="77777777" w:rsidR="006763B3" w:rsidRPr="006763B3" w:rsidRDefault="006763B3" w:rsidP="006763B3">
            <w:pPr>
              <w:pStyle w:val="SIBulletList2"/>
            </w:pPr>
            <w:r w:rsidRPr="006763B3">
              <w:t>selecting, fitting and using appropriate personal protective clothing and equipment</w:t>
            </w:r>
          </w:p>
          <w:p w14:paraId="29CC47EB" w14:textId="77777777" w:rsidR="006763B3" w:rsidRPr="006763B3" w:rsidRDefault="006763B3" w:rsidP="006763B3">
            <w:pPr>
              <w:pStyle w:val="SIBulletList2"/>
            </w:pPr>
            <w:r w:rsidRPr="006763B3">
              <w:t>purpose and application of personal protective clothing and/or equipment</w:t>
            </w:r>
          </w:p>
          <w:p w14:paraId="1CEFD7F1" w14:textId="77777777" w:rsidR="006763B3" w:rsidRPr="006763B3" w:rsidRDefault="006763B3" w:rsidP="006763B3">
            <w:pPr>
              <w:pStyle w:val="SIBulletList2"/>
            </w:pPr>
            <w:r w:rsidRPr="006763B3">
              <w:t>safe preparation and handling of treatments</w:t>
            </w:r>
          </w:p>
          <w:p w14:paraId="383BFCA9" w14:textId="77777777" w:rsidR="006763B3" w:rsidRPr="006763B3" w:rsidRDefault="006763B3" w:rsidP="006763B3">
            <w:pPr>
              <w:pStyle w:val="SIBulletList1"/>
            </w:pPr>
            <w:r w:rsidRPr="006763B3">
              <w:t>equipment operation and maintenance requirements and procedures:</w:t>
            </w:r>
          </w:p>
          <w:p w14:paraId="7058BD80" w14:textId="77777777" w:rsidR="006763B3" w:rsidRPr="006763B3" w:rsidRDefault="006763B3" w:rsidP="006763B3">
            <w:pPr>
              <w:pStyle w:val="SIBulletList2"/>
            </w:pPr>
            <w:r w:rsidRPr="006763B3">
              <w:t>safe and effective handling and storage of equipment</w:t>
            </w:r>
          </w:p>
          <w:p w14:paraId="176ADD1A" w14:textId="77777777" w:rsidR="006763B3" w:rsidRPr="006763B3" w:rsidRDefault="006763B3" w:rsidP="006763B3">
            <w:pPr>
              <w:pStyle w:val="SIBulletList1"/>
            </w:pPr>
            <w:r w:rsidRPr="006763B3">
              <w:t xml:space="preserve">selecting and using correct materials </w:t>
            </w:r>
          </w:p>
          <w:p w14:paraId="79B0DCD3" w14:textId="77777777" w:rsidR="006763B3" w:rsidRPr="006763B3" w:rsidRDefault="006763B3" w:rsidP="006763B3">
            <w:pPr>
              <w:pStyle w:val="SIBulletList1"/>
            </w:pPr>
            <w:r w:rsidRPr="006763B3">
              <w:t>cleaning requirements and procedures for work area and equipment:</w:t>
            </w:r>
          </w:p>
          <w:p w14:paraId="11147534" w14:textId="77777777" w:rsidR="006763B3" w:rsidRPr="006763B3" w:rsidRDefault="006763B3" w:rsidP="006763B3">
            <w:pPr>
              <w:pStyle w:val="SIBulletList2"/>
            </w:pPr>
            <w:r w:rsidRPr="006763B3">
              <w:t>principles of nursery hygiene</w:t>
            </w:r>
          </w:p>
          <w:p w14:paraId="58E10AC1" w14:textId="777E8FBF" w:rsidR="006763B3" w:rsidRPr="006763B3" w:rsidRDefault="006763B3" w:rsidP="006763B3">
            <w:pPr>
              <w:pStyle w:val="SIBulletList1"/>
            </w:pPr>
            <w:r w:rsidRPr="006763B3">
              <w:t>treatments and methods of mixing</w:t>
            </w:r>
            <w:r w:rsidR="000F0091">
              <w:t>:</w:t>
            </w:r>
          </w:p>
          <w:p w14:paraId="4C66772A" w14:textId="77777777" w:rsidR="006763B3" w:rsidRPr="006763B3" w:rsidRDefault="006763B3" w:rsidP="006763B3">
            <w:pPr>
              <w:pStyle w:val="SIBulletList2"/>
            </w:pPr>
            <w:r w:rsidRPr="006763B3">
              <w:t>handling rootlings correctly</w:t>
            </w:r>
          </w:p>
          <w:p w14:paraId="11F65310" w14:textId="77777777" w:rsidR="006763B3" w:rsidRPr="006763B3" w:rsidRDefault="006763B3" w:rsidP="006763B3">
            <w:pPr>
              <w:pStyle w:val="SIBulletList1"/>
            </w:pPr>
            <w:r w:rsidRPr="006763B3">
              <w:t>processes for treating rootlings:</w:t>
            </w:r>
          </w:p>
          <w:p w14:paraId="31DD4742" w14:textId="77777777" w:rsidR="006763B3" w:rsidRPr="006763B3" w:rsidRDefault="006763B3" w:rsidP="006763B3">
            <w:pPr>
              <w:pStyle w:val="SIBulletList2"/>
            </w:pPr>
            <w:r w:rsidRPr="006763B3">
              <w:t>hydration of all rootlings</w:t>
            </w:r>
          </w:p>
          <w:p w14:paraId="11037C88" w14:textId="77777777" w:rsidR="006763B3" w:rsidRPr="006763B3" w:rsidRDefault="006763B3" w:rsidP="006763B3">
            <w:pPr>
              <w:pStyle w:val="SIBulletList2"/>
            </w:pPr>
            <w:r w:rsidRPr="006763B3">
              <w:t>chemical treatment of all rootlings</w:t>
            </w:r>
          </w:p>
          <w:p w14:paraId="4DCD20CE" w14:textId="77777777" w:rsidR="006763B3" w:rsidRPr="006763B3" w:rsidRDefault="006763B3" w:rsidP="006763B3">
            <w:pPr>
              <w:pStyle w:val="SIBulletList1"/>
            </w:pPr>
            <w:r w:rsidRPr="006763B3">
              <w:t>common features of vine rootlings health</w:t>
            </w:r>
          </w:p>
          <w:p w14:paraId="51706FE7" w14:textId="77777777" w:rsidR="006763B3" w:rsidRPr="006763B3" w:rsidRDefault="006763B3" w:rsidP="006763B3">
            <w:pPr>
              <w:pStyle w:val="SIBulletList1"/>
            </w:pPr>
            <w:r w:rsidRPr="006763B3">
              <w:t>procedures for monitoring the standard of rootlings and grading and sorting them for:</w:t>
            </w:r>
          </w:p>
          <w:p w14:paraId="6181CE6D" w14:textId="77777777" w:rsidR="006763B3" w:rsidRPr="006763B3" w:rsidRDefault="006763B3" w:rsidP="006763B3">
            <w:pPr>
              <w:pStyle w:val="SIBulletList2"/>
            </w:pPr>
            <w:r w:rsidRPr="006763B3">
              <w:t>diameter of stem</w:t>
            </w:r>
          </w:p>
          <w:p w14:paraId="4BD91FD0" w14:textId="77777777" w:rsidR="006763B3" w:rsidRPr="006763B3" w:rsidRDefault="006763B3" w:rsidP="006763B3">
            <w:pPr>
              <w:pStyle w:val="SIBulletList2"/>
            </w:pPr>
            <w:r w:rsidRPr="006763B3">
              <w:t>appearance</w:t>
            </w:r>
          </w:p>
          <w:p w14:paraId="63A63DD6" w14:textId="77777777" w:rsidR="006763B3" w:rsidRPr="006763B3" w:rsidRDefault="006763B3" w:rsidP="006763B3">
            <w:pPr>
              <w:pStyle w:val="SIBulletList2"/>
            </w:pPr>
            <w:r w:rsidRPr="006763B3">
              <w:t>length and number of shoots</w:t>
            </w:r>
          </w:p>
          <w:p w14:paraId="7B9F1B52" w14:textId="77777777" w:rsidR="006763B3" w:rsidRPr="006763B3" w:rsidRDefault="006763B3" w:rsidP="006763B3">
            <w:pPr>
              <w:pStyle w:val="SIBulletList2"/>
            </w:pPr>
            <w:r w:rsidRPr="006763B3">
              <w:t>strength of graft union</w:t>
            </w:r>
          </w:p>
          <w:p w14:paraId="21E81E2A" w14:textId="77777777" w:rsidR="006763B3" w:rsidRPr="006763B3" w:rsidRDefault="006763B3" w:rsidP="006763B3">
            <w:pPr>
              <w:pStyle w:val="SIBulletList1"/>
            </w:pPr>
            <w:r w:rsidRPr="006763B3">
              <w:t>factors that influence how a rootling should be graded and why</w:t>
            </w:r>
          </w:p>
          <w:p w14:paraId="60D9F105" w14:textId="77777777" w:rsidR="006763B3" w:rsidRPr="006763B3" w:rsidRDefault="006763B3" w:rsidP="006763B3">
            <w:pPr>
              <w:pStyle w:val="SIBulletList1"/>
            </w:pPr>
            <w:r w:rsidRPr="006763B3">
              <w:t>package, storage requirements and procedures for rootlings ready for sale, including:</w:t>
            </w:r>
          </w:p>
          <w:p w14:paraId="24003CC3" w14:textId="77777777" w:rsidR="006763B3" w:rsidRPr="006763B3" w:rsidRDefault="006763B3" w:rsidP="006763B3">
            <w:pPr>
              <w:pStyle w:val="SIBulletList2"/>
            </w:pPr>
            <w:r w:rsidRPr="006763B3">
              <w:t>cold room layout and temperature variations</w:t>
            </w:r>
          </w:p>
          <w:p w14:paraId="3827C68E" w14:textId="77777777" w:rsidR="006763B3" w:rsidRPr="006763B3" w:rsidRDefault="006763B3" w:rsidP="006763B3">
            <w:pPr>
              <w:pStyle w:val="SIBulletList2"/>
            </w:pPr>
            <w:r w:rsidRPr="006763B3">
              <w:t>customer requirements</w:t>
            </w:r>
          </w:p>
          <w:p w14:paraId="68F8F486" w14:textId="77777777" w:rsidR="006763B3" w:rsidRPr="006763B3" w:rsidRDefault="006763B3" w:rsidP="006763B3">
            <w:pPr>
              <w:pStyle w:val="SIBulletList2"/>
            </w:pPr>
            <w:r w:rsidRPr="006763B3">
              <w:t>storage time requirements</w:t>
            </w:r>
          </w:p>
          <w:p w14:paraId="31C9A8B3" w14:textId="77777777" w:rsidR="006763B3" w:rsidRPr="006763B3" w:rsidRDefault="006763B3" w:rsidP="006763B3">
            <w:pPr>
              <w:pStyle w:val="SIBulletList1"/>
            </w:pPr>
            <w:r w:rsidRPr="006763B3">
              <w:t>procedures for checking stock against orders, including:</w:t>
            </w:r>
          </w:p>
          <w:p w14:paraId="2059A3B6" w14:textId="77777777" w:rsidR="006763B3" w:rsidRPr="006763B3" w:rsidRDefault="006763B3" w:rsidP="006763B3">
            <w:pPr>
              <w:pStyle w:val="SIBulletList2"/>
            </w:pPr>
            <w:r w:rsidRPr="006763B3">
              <w:t>quantity of stock</w:t>
            </w:r>
          </w:p>
          <w:p w14:paraId="29EA37F0" w14:textId="77777777" w:rsidR="006763B3" w:rsidRPr="006763B3" w:rsidRDefault="006763B3" w:rsidP="006763B3">
            <w:pPr>
              <w:pStyle w:val="SIBulletList2"/>
            </w:pPr>
            <w:r w:rsidRPr="006763B3">
              <w:t>varieties and clones</w:t>
            </w:r>
          </w:p>
          <w:p w14:paraId="1970BC38" w14:textId="77777777" w:rsidR="006763B3" w:rsidRPr="006763B3" w:rsidRDefault="006763B3" w:rsidP="006763B3">
            <w:pPr>
              <w:pStyle w:val="SIBulletList2"/>
            </w:pPr>
            <w:r w:rsidRPr="006763B3">
              <w:t>quality of stock is within specifications</w:t>
            </w:r>
          </w:p>
          <w:p w14:paraId="14F17581" w14:textId="77777777" w:rsidR="006763B3" w:rsidRPr="006763B3" w:rsidRDefault="006763B3" w:rsidP="006763B3">
            <w:pPr>
              <w:pStyle w:val="SIBulletList2"/>
            </w:pPr>
            <w:r w:rsidRPr="006763B3">
              <w:t>procedures and responsibilities for reporting problems and anomalies</w:t>
            </w:r>
          </w:p>
          <w:p w14:paraId="0E35A272" w14:textId="77777777" w:rsidR="006763B3" w:rsidRPr="006763B3" w:rsidRDefault="006763B3" w:rsidP="006763B3">
            <w:pPr>
              <w:pStyle w:val="SIBulletList1"/>
            </w:pPr>
            <w:r w:rsidRPr="006763B3">
              <w:t>rootling preparation requirements and procedures for sales or transfers to customers</w:t>
            </w:r>
          </w:p>
          <w:p w14:paraId="3AA594F4" w14:textId="77777777" w:rsidR="006763B3" w:rsidRPr="006763B3" w:rsidRDefault="006763B3" w:rsidP="006763B3">
            <w:pPr>
              <w:pStyle w:val="SIBulletList1"/>
            </w:pPr>
            <w:r w:rsidRPr="006763B3">
              <w:t>procedures for dispatching stock, including:</w:t>
            </w:r>
          </w:p>
          <w:p w14:paraId="7D502E8D" w14:textId="77777777" w:rsidR="006763B3" w:rsidRPr="006763B3" w:rsidRDefault="006763B3" w:rsidP="006763B3">
            <w:pPr>
              <w:pStyle w:val="SIBulletList2"/>
            </w:pPr>
            <w:r w:rsidRPr="006763B3">
              <w:t>correct manual handling</w:t>
            </w:r>
          </w:p>
          <w:p w14:paraId="0816D63B" w14:textId="77777777" w:rsidR="006763B3" w:rsidRPr="006763B3" w:rsidRDefault="006763B3" w:rsidP="006763B3">
            <w:pPr>
              <w:pStyle w:val="SIBulletList2"/>
            </w:pPr>
            <w:r w:rsidRPr="006763B3">
              <w:t>correct use of mechanical transfer equipment</w:t>
            </w:r>
          </w:p>
          <w:p w14:paraId="6F254469" w14:textId="77777777" w:rsidR="006763B3" w:rsidRPr="006763B3" w:rsidRDefault="006763B3" w:rsidP="006763B3">
            <w:pPr>
              <w:pStyle w:val="SIBulletList1"/>
            </w:pPr>
            <w:r w:rsidRPr="006763B3">
              <w:lastRenderedPageBreak/>
              <w:t>reporting and recording requirements and procedures</w:t>
            </w:r>
          </w:p>
          <w:p w14:paraId="03BE6C14" w14:textId="77777777" w:rsidR="006763B3" w:rsidRPr="006763B3" w:rsidRDefault="006763B3" w:rsidP="006763B3">
            <w:pPr>
              <w:pStyle w:val="SIBulletList1"/>
            </w:pPr>
            <w:r w:rsidRPr="006763B3">
              <w:t>procedures for maintaining work area and equipment to meet workplace housekeeping and hygiene standards:</w:t>
            </w:r>
          </w:p>
          <w:p w14:paraId="3B44FF87" w14:textId="77777777" w:rsidR="006763B3" w:rsidRPr="006763B3" w:rsidRDefault="006763B3" w:rsidP="006763B3">
            <w:pPr>
              <w:pStyle w:val="SIBulletList2"/>
            </w:pPr>
            <w:r w:rsidRPr="006763B3">
              <w:t>using appropriate cleaning techniques</w:t>
            </w:r>
          </w:p>
          <w:p w14:paraId="610BA3B9" w14:textId="77777777" w:rsidR="006763B3" w:rsidRPr="006763B3" w:rsidRDefault="006763B3" w:rsidP="006763B3">
            <w:pPr>
              <w:pStyle w:val="SIBulletList2"/>
            </w:pPr>
            <w:r w:rsidRPr="006763B3">
              <w:t>identifying, rectifying and reporting environmental non-compliance</w:t>
            </w:r>
          </w:p>
          <w:p w14:paraId="1694ED91" w14:textId="77777777" w:rsidR="006763B3" w:rsidRPr="006763B3" w:rsidRDefault="006763B3" w:rsidP="006763B3">
            <w:pPr>
              <w:pStyle w:val="SIBulletList1"/>
            </w:pPr>
            <w:r w:rsidRPr="006763B3">
              <w:t>procedures for collecting and disposing of waste to minimise risk of environmental damage:</w:t>
            </w:r>
          </w:p>
          <w:p w14:paraId="6A6A82BA" w14:textId="77777777" w:rsidR="006763B3" w:rsidRPr="006763B3" w:rsidRDefault="006763B3" w:rsidP="006763B3">
            <w:pPr>
              <w:pStyle w:val="SIBulletList2"/>
            </w:pPr>
            <w:r w:rsidRPr="006763B3">
              <w:t>waste disposal requirements and procedures</w:t>
            </w:r>
          </w:p>
          <w:p w14:paraId="260A69C2" w14:textId="13261C79" w:rsidR="006763B3" w:rsidRPr="006763B3" w:rsidRDefault="006763B3" w:rsidP="006763B3">
            <w:pPr>
              <w:pStyle w:val="SIBulletList1"/>
            </w:pPr>
            <w:r w:rsidRPr="006763B3">
              <w:t>environmental issues and controls.</w:t>
            </w:r>
          </w:p>
        </w:tc>
      </w:tr>
    </w:tbl>
    <w:p w14:paraId="12E2B2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8A7E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D67D1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7E4B51" w14:textId="77777777" w:rsidTr="00CA2922">
        <w:tc>
          <w:tcPr>
            <w:tcW w:w="5000" w:type="pct"/>
            <w:shd w:val="clear" w:color="auto" w:fill="auto"/>
          </w:tcPr>
          <w:p w14:paraId="043054D3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F2C050C" w14:textId="77777777" w:rsidR="006763B3" w:rsidRPr="006763B3" w:rsidRDefault="006763B3" w:rsidP="006763B3">
            <w:pPr>
              <w:pStyle w:val="SIBulletList1"/>
            </w:pPr>
            <w:r w:rsidRPr="006763B3">
              <w:t>physical conditions:</w:t>
            </w:r>
          </w:p>
          <w:p w14:paraId="66CA8402" w14:textId="77777777" w:rsid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a workplace or an environment that accurately represents workplace conditions</w:t>
            </w:r>
          </w:p>
          <w:p w14:paraId="02373B17" w14:textId="77777777" w:rsidR="006763B3" w:rsidRPr="006763B3" w:rsidRDefault="006763B3" w:rsidP="006763B3">
            <w:pPr>
              <w:pStyle w:val="SIBulletList1"/>
            </w:pPr>
            <w:r w:rsidRPr="006763B3">
              <w:t>resources, equipment and materials:</w:t>
            </w:r>
          </w:p>
          <w:p w14:paraId="1BE28639" w14:textId="77777777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personal protective clothing and equipment</w:t>
            </w:r>
          </w:p>
          <w:p w14:paraId="5C43FA45" w14:textId="77777777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 xml:space="preserve">equipment, services and corresponding information </w:t>
            </w:r>
          </w:p>
          <w:p w14:paraId="36E51770" w14:textId="77777777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 xml:space="preserve">products and materials </w:t>
            </w:r>
          </w:p>
          <w:p w14:paraId="0DC0EC85" w14:textId="77777777" w:rsid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cleaning procedures, materials and equipment</w:t>
            </w:r>
          </w:p>
          <w:p w14:paraId="3D3E7313" w14:textId="77777777" w:rsidR="006763B3" w:rsidRPr="006763B3" w:rsidRDefault="006763B3" w:rsidP="006763B3">
            <w:pPr>
              <w:pStyle w:val="SIBulletList1"/>
              <w:rPr>
                <w:rFonts w:eastAsia="Calibri"/>
              </w:rPr>
            </w:pPr>
            <w:r w:rsidRPr="006763B3">
              <w:rPr>
                <w:rFonts w:eastAsia="Calibri"/>
              </w:rPr>
              <w:t>specifications:</w:t>
            </w:r>
          </w:p>
          <w:p w14:paraId="1FD161B1" w14:textId="77777777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work procedures, including advice on company practices, safe work practices, food safety, quality and environmental requirements</w:t>
            </w:r>
          </w:p>
          <w:p w14:paraId="3E9D8936" w14:textId="77777777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 xml:space="preserve">instructions, information, specifications and schedules </w:t>
            </w:r>
          </w:p>
          <w:p w14:paraId="3CA5A227" w14:textId="77777777" w:rsidR="006763B3" w:rsidRPr="006763B3" w:rsidRDefault="006763B3" w:rsidP="006763B3">
            <w:pPr>
              <w:pStyle w:val="SIBulletList2"/>
              <w:rPr>
                <w:rFonts w:eastAsia="Calibri"/>
              </w:rPr>
            </w:pPr>
            <w:r w:rsidRPr="006763B3">
              <w:rPr>
                <w:rFonts w:eastAsia="Calibri"/>
              </w:rPr>
              <w:t>documentation and recording requirements and procedures.</w:t>
            </w:r>
          </w:p>
          <w:p w14:paraId="6B40E4D2" w14:textId="77777777" w:rsidR="006763B3" w:rsidRDefault="006763B3" w:rsidP="000754EC">
            <w:pPr>
              <w:pStyle w:val="SIText"/>
            </w:pPr>
          </w:p>
          <w:p w14:paraId="5170379A" w14:textId="71A53DCD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911DDFE" w14:textId="77777777" w:rsidR="00F1480E" w:rsidRPr="000754EC" w:rsidRDefault="00F1480E" w:rsidP="005856D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11C27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FC7091" w14:textId="77777777" w:rsidTr="004679E3">
        <w:tc>
          <w:tcPr>
            <w:tcW w:w="990" w:type="pct"/>
            <w:shd w:val="clear" w:color="auto" w:fill="auto"/>
          </w:tcPr>
          <w:p w14:paraId="0021B25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C314A9" w14:textId="5216979E" w:rsidR="00CD7A28" w:rsidRPr="000754EC" w:rsidRDefault="00A55B4F" w:rsidP="00CD7A28">
            <w:pPr>
              <w:pStyle w:val="SIText"/>
            </w:pPr>
            <w:r>
              <w:t>Companion Volumes, including Implementation G</w:t>
            </w:r>
            <w:r w:rsidRPr="00A55B4F">
              <w:t xml:space="preserve">uides, are available at </w:t>
            </w:r>
            <w:proofErr w:type="spellStart"/>
            <w:r w:rsidRPr="00A55B4F">
              <w:t>VETNet</w:t>
            </w:r>
            <w:proofErr w:type="spellEnd"/>
            <w:r w:rsidRPr="00A55B4F">
              <w:t xml:space="preserve"> -</w:t>
            </w:r>
            <w:hyperlink r:id="rId11" w:history="1">
              <w:r w:rsidRPr="00A55B4F">
                <w:t>https://vetnet.education.gov.au/Pages/TrainingDocs.aspx?q=78b15323-cd38-483e-aad7-1159b570a5c4</w:t>
              </w:r>
            </w:hyperlink>
            <w:r w:rsidR="002A522F">
              <w:br/>
            </w:r>
          </w:p>
        </w:tc>
      </w:tr>
    </w:tbl>
    <w:p w14:paraId="4C770C05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6A5F82" w16cid:durableId="1D7CE382"/>
  <w16cid:commentId w16cid:paraId="014E4374" w16cid:durableId="1D7E2447"/>
  <w16cid:commentId w16cid:paraId="327E6AAB" w16cid:durableId="1D7E2448"/>
  <w16cid:commentId w16cid:paraId="36CEFE6F" w16cid:durableId="1D7E2449"/>
  <w16cid:commentId w16cid:paraId="3E03C546" w16cid:durableId="1D7E244A"/>
  <w16cid:commentId w16cid:paraId="31B3E19A" w16cid:durableId="1D7E244B"/>
  <w16cid:commentId w16cid:paraId="5CE29C3F" w16cid:durableId="1D7E244C"/>
  <w16cid:commentId w16cid:paraId="7C910BC7" w16cid:durableId="1D7E244D"/>
  <w16cid:commentId w16cid:paraId="637DCAE6" w16cid:durableId="1D7E244E"/>
  <w16cid:commentId w16cid:paraId="7F056346" w16cid:durableId="1D7E244F"/>
  <w16cid:commentId w16cid:paraId="64E3C2DC" w16cid:durableId="1D7E2450"/>
  <w16cid:commentId w16cid:paraId="327338B4" w16cid:durableId="1D7E2451"/>
  <w16cid:commentId w16cid:paraId="681CF376" w16cid:durableId="1D7CA918"/>
  <w16cid:commentId w16cid:paraId="7EA23B7B" w16cid:durableId="1D7E2454"/>
  <w16cid:commentId w16cid:paraId="381F0DF2" w16cid:durableId="1D7E2455"/>
  <w16cid:commentId w16cid:paraId="1A66DB67" w16cid:durableId="1D7E2456"/>
  <w16cid:commentId w16cid:paraId="394A7B39" w16cid:durableId="1D7E2458"/>
  <w16cid:commentId w16cid:paraId="7966175D" w16cid:durableId="1D7E24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EA328" w14:textId="77777777" w:rsidR="005644EC" w:rsidRDefault="005644EC" w:rsidP="00BF3F0A">
      <w:r>
        <w:separator/>
      </w:r>
    </w:p>
    <w:p w14:paraId="2BF603AF" w14:textId="77777777" w:rsidR="005644EC" w:rsidRDefault="005644EC"/>
  </w:endnote>
  <w:endnote w:type="continuationSeparator" w:id="0">
    <w:p w14:paraId="23583A86" w14:textId="77777777" w:rsidR="005644EC" w:rsidRDefault="005644EC" w:rsidP="00BF3F0A">
      <w:r>
        <w:continuationSeparator/>
      </w:r>
    </w:p>
    <w:p w14:paraId="0AC9E0D4" w14:textId="77777777" w:rsidR="005644EC" w:rsidRDefault="005644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BA5292A" w14:textId="773ACB7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31A91">
          <w:rPr>
            <w:noProof/>
          </w:rPr>
          <w:t>3</w:t>
        </w:r>
        <w:r w:rsidRPr="000754EC">
          <w:fldChar w:fldCharType="end"/>
        </w:r>
      </w:p>
      <w:p w14:paraId="1A2908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33BB5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10A0C" w14:textId="77777777" w:rsidR="005644EC" w:rsidRDefault="005644EC" w:rsidP="00BF3F0A">
      <w:r>
        <w:separator/>
      </w:r>
    </w:p>
    <w:p w14:paraId="383B4773" w14:textId="77777777" w:rsidR="005644EC" w:rsidRDefault="005644EC"/>
  </w:footnote>
  <w:footnote w:type="continuationSeparator" w:id="0">
    <w:p w14:paraId="4EFAC102" w14:textId="77777777" w:rsidR="005644EC" w:rsidRDefault="005644EC" w:rsidP="00BF3F0A">
      <w:r>
        <w:continuationSeparator/>
      </w:r>
    </w:p>
    <w:p w14:paraId="04CB5A93" w14:textId="77777777" w:rsidR="005644EC" w:rsidRDefault="005644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B054" w14:textId="080FB06A" w:rsidR="009C2650" w:rsidRPr="00033C8F" w:rsidRDefault="007A70C8" w:rsidP="00033C8F">
    <w:r>
      <w:rPr>
        <w:lang w:eastAsia="en-US"/>
      </w:rPr>
      <w:t>FBPVIT</w:t>
    </w:r>
    <w:r w:rsidR="00033C8F" w:rsidRPr="00033C8F">
      <w:rPr>
        <w:lang w:eastAsia="en-US"/>
      </w:rPr>
      <w:t>2006 Obtain and process rootlings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D4E8E"/>
    <w:multiLevelType w:val="multilevel"/>
    <w:tmpl w:val="CAFCBB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7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9D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A91"/>
    <w:rsid w:val="00033C8F"/>
    <w:rsid w:val="00035681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091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21A"/>
    <w:rsid w:val="001A7B6D"/>
    <w:rsid w:val="001B34D5"/>
    <w:rsid w:val="001B513A"/>
    <w:rsid w:val="001C0A75"/>
    <w:rsid w:val="001C1306"/>
    <w:rsid w:val="001D4241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522F"/>
    <w:rsid w:val="002A6CC4"/>
    <w:rsid w:val="002C55E9"/>
    <w:rsid w:val="002D0C8B"/>
    <w:rsid w:val="002D330A"/>
    <w:rsid w:val="002E193E"/>
    <w:rsid w:val="002F42E1"/>
    <w:rsid w:val="00310A6A"/>
    <w:rsid w:val="003144E6"/>
    <w:rsid w:val="00337E82"/>
    <w:rsid w:val="00346FDC"/>
    <w:rsid w:val="00350BB1"/>
    <w:rsid w:val="00352C83"/>
    <w:rsid w:val="00356B6B"/>
    <w:rsid w:val="00360E1A"/>
    <w:rsid w:val="00366805"/>
    <w:rsid w:val="0037067D"/>
    <w:rsid w:val="0038735B"/>
    <w:rsid w:val="003916D1"/>
    <w:rsid w:val="00396B1E"/>
    <w:rsid w:val="003A21F0"/>
    <w:rsid w:val="003A277F"/>
    <w:rsid w:val="003A58BA"/>
    <w:rsid w:val="003A5AE7"/>
    <w:rsid w:val="003A7221"/>
    <w:rsid w:val="003B3493"/>
    <w:rsid w:val="003B43EE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596"/>
    <w:rsid w:val="00556C4C"/>
    <w:rsid w:val="00557369"/>
    <w:rsid w:val="005644EC"/>
    <w:rsid w:val="00564ADD"/>
    <w:rsid w:val="005708EB"/>
    <w:rsid w:val="00575BC6"/>
    <w:rsid w:val="00583902"/>
    <w:rsid w:val="005856D6"/>
    <w:rsid w:val="005A1D70"/>
    <w:rsid w:val="005A3AA5"/>
    <w:rsid w:val="005A6C9C"/>
    <w:rsid w:val="005A74DC"/>
    <w:rsid w:val="005B5146"/>
    <w:rsid w:val="005C0DFE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3B3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9D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0C8"/>
    <w:rsid w:val="007C129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50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86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E86"/>
    <w:rsid w:val="00A0695B"/>
    <w:rsid w:val="00A0740B"/>
    <w:rsid w:val="00A13052"/>
    <w:rsid w:val="00A216A8"/>
    <w:rsid w:val="00A223A6"/>
    <w:rsid w:val="00A5092E"/>
    <w:rsid w:val="00A554D6"/>
    <w:rsid w:val="00A55B4F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0655"/>
    <w:rsid w:val="00B12013"/>
    <w:rsid w:val="00B22C67"/>
    <w:rsid w:val="00B3508F"/>
    <w:rsid w:val="00B415DB"/>
    <w:rsid w:val="00B443EE"/>
    <w:rsid w:val="00B560C8"/>
    <w:rsid w:val="00B61150"/>
    <w:rsid w:val="00B65BC7"/>
    <w:rsid w:val="00B7124E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A2D"/>
    <w:rsid w:val="00C578E9"/>
    <w:rsid w:val="00C70626"/>
    <w:rsid w:val="00C72860"/>
    <w:rsid w:val="00C73582"/>
    <w:rsid w:val="00C73B90"/>
    <w:rsid w:val="00C742EC"/>
    <w:rsid w:val="00C87EB0"/>
    <w:rsid w:val="00C96AF3"/>
    <w:rsid w:val="00C97CCC"/>
    <w:rsid w:val="00CA0274"/>
    <w:rsid w:val="00CB5A50"/>
    <w:rsid w:val="00CB746F"/>
    <w:rsid w:val="00CC451E"/>
    <w:rsid w:val="00CD4E9D"/>
    <w:rsid w:val="00CD4F4D"/>
    <w:rsid w:val="00CD7A28"/>
    <w:rsid w:val="00CE7D19"/>
    <w:rsid w:val="00CF06ED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5AD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B3DBD"/>
  <w15:docId w15:val="{9C14EE0E-E653-45C6-AC45-52577344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96BAB-F0B6-4B54-978C-9D53F0467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B1F24D1F-64EE-4924-ACD1-E6D94EC40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1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8570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2017-11-13T22:46:00Z</dcterms:created>
  <dcterms:modified xsi:type="dcterms:W3CDTF">2017-11-13T22:47:00Z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